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7D96" w14:textId="77777777" w:rsidR="00880E9A" w:rsidRDefault="00880E9A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</w:p>
    <w:p w14:paraId="3F7F4E16" w14:textId="2E09D4AB" w:rsidR="00EE0C56" w:rsidRDefault="00805F9F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bookmarkStart w:id="0" w:name="_GoBack"/>
      <w:bookmarkEnd w:id="0"/>
      <w:r w:rsidRPr="00FE74D6">
        <w:rPr>
          <w:b/>
          <w:sz w:val="22"/>
          <w:szCs w:val="22"/>
        </w:rPr>
        <w:t>Seznam zakázek klíčové osoby realizačního týmu</w:t>
      </w:r>
      <w:r w:rsidR="00184F4C" w:rsidRPr="00FE74D6">
        <w:rPr>
          <w:b/>
          <w:sz w:val="22"/>
          <w:szCs w:val="22"/>
        </w:rPr>
        <w:t xml:space="preserve"> </w:t>
      </w:r>
      <w:r w:rsidR="00A45B31" w:rsidRPr="00FE74D6">
        <w:rPr>
          <w:b/>
          <w:sz w:val="22"/>
          <w:szCs w:val="22"/>
        </w:rPr>
        <w:t>pro účely hodnocení</w:t>
      </w:r>
      <w:r w:rsidR="001F7B76" w:rsidRPr="00FE74D6">
        <w:rPr>
          <w:b/>
          <w:sz w:val="22"/>
          <w:szCs w:val="22"/>
        </w:rPr>
        <w:t xml:space="preserve"> nabídek </w:t>
      </w:r>
    </w:p>
    <w:p w14:paraId="51797E7A" w14:textId="3CF5DF2B" w:rsidR="00EE0C56" w:rsidRDefault="001F7B76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E74D6">
        <w:rPr>
          <w:b/>
          <w:sz w:val="22"/>
          <w:szCs w:val="22"/>
        </w:rPr>
        <w:t xml:space="preserve">na realizaci veřejné zakázky </w:t>
      </w:r>
    </w:p>
    <w:p w14:paraId="5FA10F3F" w14:textId="657EEDE6" w:rsidR="00B85833" w:rsidRPr="00FE74D6" w:rsidRDefault="001F7B76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E74D6">
        <w:rPr>
          <w:b/>
          <w:sz w:val="22"/>
          <w:szCs w:val="22"/>
        </w:rPr>
        <w:t>„</w:t>
      </w:r>
      <w:r w:rsidR="00EE0C56" w:rsidRPr="00EE0C56">
        <w:rPr>
          <w:b/>
          <w:sz w:val="22"/>
          <w:szCs w:val="22"/>
        </w:rPr>
        <w:t>Zpracování PD Stavební úpravy MK Tyršova a Libušina v</w:t>
      </w:r>
      <w:r w:rsidR="00EE0C56">
        <w:rPr>
          <w:b/>
          <w:sz w:val="22"/>
          <w:szCs w:val="22"/>
        </w:rPr>
        <w:t> </w:t>
      </w:r>
      <w:r w:rsidR="00EE0C56" w:rsidRPr="00EE0C56">
        <w:rPr>
          <w:b/>
          <w:sz w:val="22"/>
          <w:szCs w:val="22"/>
        </w:rPr>
        <w:t>Třeboni</w:t>
      </w:r>
      <w:r w:rsidRPr="00FE74D6">
        <w:rPr>
          <w:b/>
          <w:sz w:val="22"/>
          <w:szCs w:val="22"/>
        </w:rPr>
        <w:t>“</w:t>
      </w:r>
    </w:p>
    <w:p w14:paraId="40D2C1C6" w14:textId="77777777" w:rsidR="00F64BB8" w:rsidRPr="00FE74D6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</w:p>
    <w:p w14:paraId="70609342" w14:textId="77777777" w:rsidR="00B85833" w:rsidRPr="00FE74D6" w:rsidRDefault="00B85833" w:rsidP="00B85833">
      <w:pPr>
        <w:pStyle w:val="Zkladntext"/>
        <w:ind w:left="300"/>
        <w:rPr>
          <w:color w:val="0000FF"/>
          <w:sz w:val="22"/>
          <w:szCs w:val="22"/>
        </w:rPr>
      </w:pPr>
    </w:p>
    <w:p w14:paraId="43FE2C02" w14:textId="77777777" w:rsidR="006341DF" w:rsidRPr="00FE74D6" w:rsidRDefault="00B85833" w:rsidP="00584D9D">
      <w:pPr>
        <w:pStyle w:val="Zkladntext"/>
        <w:ind w:left="15"/>
        <w:jc w:val="both"/>
        <w:rPr>
          <w:sz w:val="22"/>
          <w:szCs w:val="22"/>
        </w:rPr>
      </w:pPr>
      <w:r w:rsidRPr="00FE74D6">
        <w:rPr>
          <w:sz w:val="22"/>
          <w:szCs w:val="22"/>
        </w:rPr>
        <w:t xml:space="preserve">V souladu s požadavky </w:t>
      </w:r>
      <w:r w:rsidR="00F64BB8" w:rsidRPr="00FE74D6">
        <w:rPr>
          <w:sz w:val="22"/>
          <w:szCs w:val="22"/>
        </w:rPr>
        <w:t xml:space="preserve">zadavatele </w:t>
      </w:r>
      <w:r w:rsidR="006341DF" w:rsidRPr="00FE74D6">
        <w:rPr>
          <w:sz w:val="22"/>
          <w:szCs w:val="22"/>
        </w:rPr>
        <w:t>veřejné zakázky</w:t>
      </w:r>
      <w:r w:rsidR="001F7B76" w:rsidRPr="00FE74D6">
        <w:rPr>
          <w:sz w:val="22"/>
          <w:szCs w:val="22"/>
        </w:rPr>
        <w:t xml:space="preserve">, </w:t>
      </w:r>
      <w:r w:rsidR="00F64BB8" w:rsidRPr="00FE74D6">
        <w:rPr>
          <w:sz w:val="22"/>
          <w:szCs w:val="22"/>
        </w:rPr>
        <w:t>uveden</w:t>
      </w:r>
      <w:r w:rsidR="006341DF" w:rsidRPr="00FE74D6">
        <w:rPr>
          <w:sz w:val="22"/>
          <w:szCs w:val="22"/>
        </w:rPr>
        <w:t>ými</w:t>
      </w:r>
      <w:r w:rsidR="00F64BB8" w:rsidRPr="00FE74D6">
        <w:rPr>
          <w:sz w:val="22"/>
          <w:szCs w:val="22"/>
        </w:rPr>
        <w:t xml:space="preserve"> v zadávacích podmínkách</w:t>
      </w:r>
      <w:r w:rsidR="001F7B76" w:rsidRPr="00FE74D6">
        <w:rPr>
          <w:sz w:val="22"/>
          <w:szCs w:val="22"/>
        </w:rPr>
        <w:t>,</w:t>
      </w:r>
    </w:p>
    <w:p w14:paraId="08EB2B43" w14:textId="77777777" w:rsidR="00B85833" w:rsidRPr="00FE74D6" w:rsidRDefault="00F64BB8" w:rsidP="00584D9D">
      <w:pPr>
        <w:pStyle w:val="Zkladntext"/>
        <w:ind w:left="15"/>
        <w:jc w:val="both"/>
        <w:rPr>
          <w:sz w:val="22"/>
          <w:szCs w:val="22"/>
        </w:rPr>
      </w:pPr>
      <w:r w:rsidRPr="00FE74D6">
        <w:rPr>
          <w:sz w:val="22"/>
          <w:szCs w:val="22"/>
        </w:rPr>
        <w:t xml:space="preserve"> </w:t>
      </w:r>
      <w:r w:rsidR="00B85833" w:rsidRPr="00FE74D6">
        <w:rPr>
          <w:sz w:val="22"/>
          <w:szCs w:val="22"/>
        </w:rPr>
        <w:t xml:space="preserve">za </w:t>
      </w:r>
      <w:r w:rsidR="003D1711" w:rsidRPr="00FE74D6">
        <w:rPr>
          <w:sz w:val="22"/>
          <w:szCs w:val="22"/>
        </w:rPr>
        <w:t>účastníka</w:t>
      </w:r>
      <w:r w:rsidR="00B85833" w:rsidRPr="00FE74D6">
        <w:rPr>
          <w:sz w:val="22"/>
          <w:szCs w:val="22"/>
        </w:rPr>
        <w:t xml:space="preserve"> </w:t>
      </w:r>
      <w:r w:rsidR="00B85833" w:rsidRPr="00FE74D6">
        <w:rPr>
          <w:color w:val="FF0000"/>
          <w:sz w:val="22"/>
          <w:szCs w:val="22"/>
        </w:rPr>
        <w:t xml:space="preserve">(doplnit název nebo obchodní firmu, sídlo a IČO </w:t>
      </w:r>
      <w:r w:rsidR="004D6C39" w:rsidRPr="00FE74D6">
        <w:rPr>
          <w:color w:val="FF0000"/>
          <w:sz w:val="22"/>
          <w:szCs w:val="22"/>
        </w:rPr>
        <w:t>účastníka</w:t>
      </w:r>
      <w:r w:rsidR="00B85833" w:rsidRPr="00FE74D6">
        <w:rPr>
          <w:color w:val="FF0000"/>
          <w:sz w:val="22"/>
          <w:szCs w:val="22"/>
        </w:rPr>
        <w:t>)</w:t>
      </w:r>
      <w:r w:rsidR="00B85833" w:rsidRPr="00FE74D6">
        <w:rPr>
          <w:sz w:val="22"/>
          <w:szCs w:val="22"/>
        </w:rPr>
        <w:t xml:space="preserve"> </w:t>
      </w:r>
    </w:p>
    <w:p w14:paraId="40E75759" w14:textId="77777777" w:rsidR="00B85833" w:rsidRPr="00FE74D6" w:rsidRDefault="00B85833" w:rsidP="00B85833">
      <w:pPr>
        <w:pStyle w:val="Zkladntext"/>
        <w:ind w:left="15"/>
        <w:jc w:val="center"/>
        <w:rPr>
          <w:b/>
          <w:color w:val="FF00FF"/>
          <w:spacing w:val="20"/>
          <w:sz w:val="22"/>
          <w:szCs w:val="22"/>
        </w:rPr>
      </w:pPr>
      <w:r w:rsidRPr="00FE74D6">
        <w:rPr>
          <w:b/>
          <w:spacing w:val="20"/>
          <w:sz w:val="22"/>
          <w:szCs w:val="22"/>
        </w:rPr>
        <w:t>prohlašuji</w:t>
      </w:r>
    </w:p>
    <w:p w14:paraId="060EB90B" w14:textId="77777777" w:rsidR="00B85833" w:rsidRPr="00FE74D6" w:rsidRDefault="00B85833" w:rsidP="00B85833">
      <w:pPr>
        <w:pStyle w:val="Zkladntext"/>
        <w:rPr>
          <w:color w:val="0000FF"/>
          <w:sz w:val="22"/>
          <w:szCs w:val="22"/>
        </w:rPr>
      </w:pPr>
    </w:p>
    <w:p w14:paraId="7DDD87F3" w14:textId="6F69ACE2" w:rsidR="00F64BB8" w:rsidRPr="00FE74D6" w:rsidRDefault="00B85833" w:rsidP="00F64BB8">
      <w:pPr>
        <w:pStyle w:val="Zkladntext"/>
        <w:jc w:val="both"/>
        <w:rPr>
          <w:sz w:val="22"/>
          <w:szCs w:val="22"/>
        </w:rPr>
      </w:pPr>
      <w:r w:rsidRPr="00FE74D6">
        <w:rPr>
          <w:sz w:val="22"/>
          <w:szCs w:val="22"/>
        </w:rPr>
        <w:t xml:space="preserve">že </w:t>
      </w:r>
      <w:r w:rsidR="005567ED" w:rsidRPr="00FE74D6">
        <w:rPr>
          <w:sz w:val="22"/>
          <w:szCs w:val="22"/>
        </w:rPr>
        <w:t xml:space="preserve">klíčová osoba, </w:t>
      </w:r>
      <w:r w:rsidR="005567ED" w:rsidRPr="00FE74D6">
        <w:rPr>
          <w:color w:val="FF0000"/>
          <w:sz w:val="22"/>
          <w:szCs w:val="22"/>
        </w:rPr>
        <w:t xml:space="preserve">doplnit jméno osoby a pozici u účastníka, </w:t>
      </w:r>
      <w:r w:rsidR="005567ED" w:rsidRPr="00FE74D6">
        <w:rPr>
          <w:sz w:val="22"/>
          <w:szCs w:val="22"/>
        </w:rPr>
        <w:t>která se bude podílet na realizaci VZ</w:t>
      </w:r>
      <w:r w:rsidR="007D0621" w:rsidRPr="00FE74D6">
        <w:rPr>
          <w:sz w:val="22"/>
          <w:szCs w:val="22"/>
        </w:rPr>
        <w:t>,</w:t>
      </w:r>
      <w:r w:rsidR="005567ED" w:rsidRPr="00FE74D6">
        <w:rPr>
          <w:sz w:val="22"/>
          <w:szCs w:val="22"/>
        </w:rPr>
        <w:t xml:space="preserve"> se v posledních 15 letech podílela na realizaci následujících zakázek</w:t>
      </w:r>
      <w:r w:rsidR="00A45B31" w:rsidRPr="00FE74D6">
        <w:rPr>
          <w:sz w:val="22"/>
          <w:szCs w:val="22"/>
        </w:rPr>
        <w:t>:</w:t>
      </w:r>
    </w:p>
    <w:p w14:paraId="36B574E2" w14:textId="77777777" w:rsidR="00A45B31" w:rsidRPr="00FE74D6" w:rsidRDefault="00A45B31" w:rsidP="00F64BB8">
      <w:pPr>
        <w:pStyle w:val="Zkladntext"/>
        <w:jc w:val="both"/>
        <w:rPr>
          <w:sz w:val="22"/>
          <w:szCs w:val="22"/>
        </w:rPr>
      </w:pPr>
    </w:p>
    <w:p w14:paraId="6A51C276" w14:textId="77777777" w:rsidR="00A45B31" w:rsidRPr="00FE74D6" w:rsidRDefault="00A45B31" w:rsidP="00F64BB8">
      <w:pPr>
        <w:pStyle w:val="Zkladntext"/>
        <w:jc w:val="both"/>
        <w:rPr>
          <w:b/>
          <w:sz w:val="22"/>
          <w:szCs w:val="22"/>
        </w:rPr>
      </w:pPr>
      <w:r w:rsidRPr="00FE74D6">
        <w:rPr>
          <w:b/>
          <w:sz w:val="22"/>
          <w:szCs w:val="22"/>
        </w:rPr>
        <w:t>zakázka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75"/>
        <w:gridCol w:w="3787"/>
      </w:tblGrid>
      <w:tr w:rsidR="00A45B31" w:rsidRPr="00FE74D6" w14:paraId="0FE34A5F" w14:textId="77777777" w:rsidTr="00A45B31">
        <w:tc>
          <w:tcPr>
            <w:tcW w:w="5353" w:type="dxa"/>
          </w:tcPr>
          <w:p w14:paraId="5D9E2A31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zakázky</w:t>
            </w:r>
          </w:p>
        </w:tc>
        <w:tc>
          <w:tcPr>
            <w:tcW w:w="3859" w:type="dxa"/>
          </w:tcPr>
          <w:p w14:paraId="17C58746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A45B31" w:rsidRPr="00FE74D6" w14:paraId="1223A99B" w14:textId="77777777" w:rsidTr="00A45B31">
        <w:tc>
          <w:tcPr>
            <w:tcW w:w="5353" w:type="dxa"/>
          </w:tcPr>
          <w:p w14:paraId="3634ED65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zadavatele, sídlo, IČ</w:t>
            </w:r>
            <w:r w:rsidR="007D0621" w:rsidRPr="00FE74D6">
              <w:rPr>
                <w:sz w:val="22"/>
                <w:szCs w:val="22"/>
              </w:rPr>
              <w:t>O</w:t>
            </w:r>
          </w:p>
        </w:tc>
        <w:tc>
          <w:tcPr>
            <w:tcW w:w="3859" w:type="dxa"/>
          </w:tcPr>
          <w:p w14:paraId="27841B9A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A45B31" w:rsidRPr="00FE74D6" w14:paraId="55B7BFB1" w14:textId="77777777" w:rsidTr="00A45B31">
        <w:tc>
          <w:tcPr>
            <w:tcW w:w="5353" w:type="dxa"/>
          </w:tcPr>
          <w:p w14:paraId="7D2E5DCC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 xml:space="preserve">Popis předmětu zakázky </w:t>
            </w:r>
          </w:p>
        </w:tc>
        <w:tc>
          <w:tcPr>
            <w:tcW w:w="3859" w:type="dxa"/>
          </w:tcPr>
          <w:p w14:paraId="76D147AD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A45B31" w:rsidRPr="00FE74D6" w14:paraId="17F35A6E" w14:textId="77777777" w:rsidTr="00A45B31">
        <w:tc>
          <w:tcPr>
            <w:tcW w:w="5353" w:type="dxa"/>
          </w:tcPr>
          <w:p w14:paraId="0541CF48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Doba realizace zakázky (od – do)</w:t>
            </w:r>
          </w:p>
        </w:tc>
        <w:tc>
          <w:tcPr>
            <w:tcW w:w="3859" w:type="dxa"/>
          </w:tcPr>
          <w:p w14:paraId="48B9B8CD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E4BE2" w:rsidRPr="00FE74D6" w14:paraId="342247E1" w14:textId="77777777" w:rsidTr="00A45B31">
        <w:tc>
          <w:tcPr>
            <w:tcW w:w="5353" w:type="dxa"/>
          </w:tcPr>
          <w:p w14:paraId="7521F6EB" w14:textId="433EEC1A" w:rsidR="00FE4BE2" w:rsidRPr="00FE74D6" w:rsidRDefault="00FE4BE2" w:rsidP="00F64BB8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Celkové investiční náklady stavby v Kč bez DPH</w:t>
            </w:r>
          </w:p>
        </w:tc>
        <w:tc>
          <w:tcPr>
            <w:tcW w:w="3859" w:type="dxa"/>
          </w:tcPr>
          <w:p w14:paraId="330A7B20" w14:textId="77777777" w:rsidR="00FE4BE2" w:rsidRPr="00FE74D6" w:rsidRDefault="00FE4BE2" w:rsidP="00F64BB8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A45B31" w:rsidRPr="00FE74D6" w14:paraId="1DBA6441" w14:textId="77777777" w:rsidTr="00A45B31">
        <w:tc>
          <w:tcPr>
            <w:tcW w:w="5353" w:type="dxa"/>
          </w:tcPr>
          <w:p w14:paraId="6DE0EC26" w14:textId="77777777" w:rsidR="00A45B31" w:rsidRPr="00FE74D6" w:rsidRDefault="004D6C39" w:rsidP="00F64BB8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 xml:space="preserve">Popis zapojení </w:t>
            </w:r>
            <w:r w:rsidR="005567ED" w:rsidRPr="00FE74D6">
              <w:rPr>
                <w:sz w:val="22"/>
                <w:szCs w:val="22"/>
              </w:rPr>
              <w:t>klíčové osoby podílející se na realizaci VZ</w:t>
            </w:r>
            <w:r w:rsidRPr="00FE74D6">
              <w:rPr>
                <w:sz w:val="22"/>
                <w:szCs w:val="22"/>
              </w:rPr>
              <w:t xml:space="preserve"> na předkládané zakázce</w:t>
            </w:r>
          </w:p>
        </w:tc>
        <w:tc>
          <w:tcPr>
            <w:tcW w:w="3859" w:type="dxa"/>
          </w:tcPr>
          <w:p w14:paraId="68D064DD" w14:textId="77777777" w:rsidR="00A45B31" w:rsidRPr="00FE74D6" w:rsidRDefault="00A45B31" w:rsidP="00F64BB8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14:paraId="12A4CFA8" w14:textId="77777777" w:rsidR="00A45B31" w:rsidRPr="00FE74D6" w:rsidRDefault="00A45B31" w:rsidP="00F64BB8">
      <w:pPr>
        <w:pStyle w:val="Zkladntext"/>
        <w:jc w:val="both"/>
        <w:rPr>
          <w:sz w:val="22"/>
          <w:szCs w:val="22"/>
        </w:rPr>
      </w:pPr>
    </w:p>
    <w:p w14:paraId="57BF22CB" w14:textId="77777777" w:rsidR="00A45B31" w:rsidRPr="00FE74D6" w:rsidRDefault="00A45B31" w:rsidP="00A45B31">
      <w:pPr>
        <w:pStyle w:val="Zkladntext"/>
        <w:jc w:val="both"/>
        <w:rPr>
          <w:b/>
          <w:sz w:val="22"/>
          <w:szCs w:val="22"/>
        </w:rPr>
      </w:pPr>
      <w:r w:rsidRPr="00FE74D6">
        <w:rPr>
          <w:b/>
          <w:sz w:val="22"/>
          <w:szCs w:val="22"/>
        </w:rPr>
        <w:t>zakázka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75"/>
        <w:gridCol w:w="3787"/>
      </w:tblGrid>
      <w:tr w:rsidR="00F26DA0" w:rsidRPr="00FE74D6" w14:paraId="211C1681" w14:textId="77777777" w:rsidTr="000574F7">
        <w:tc>
          <w:tcPr>
            <w:tcW w:w="5353" w:type="dxa"/>
          </w:tcPr>
          <w:p w14:paraId="5AA69984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zakázky</w:t>
            </w:r>
          </w:p>
        </w:tc>
        <w:tc>
          <w:tcPr>
            <w:tcW w:w="3859" w:type="dxa"/>
          </w:tcPr>
          <w:p w14:paraId="445C39A4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773CFC22" w14:textId="77777777" w:rsidTr="000574F7">
        <w:tc>
          <w:tcPr>
            <w:tcW w:w="5353" w:type="dxa"/>
          </w:tcPr>
          <w:p w14:paraId="671FB162" w14:textId="0A1F646B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zadavatele, sídlo, IČ</w:t>
            </w:r>
            <w:r w:rsidR="00805F9F" w:rsidRPr="00FE74D6">
              <w:rPr>
                <w:sz w:val="22"/>
                <w:szCs w:val="22"/>
              </w:rPr>
              <w:t>O</w:t>
            </w:r>
          </w:p>
        </w:tc>
        <w:tc>
          <w:tcPr>
            <w:tcW w:w="3859" w:type="dxa"/>
          </w:tcPr>
          <w:p w14:paraId="45E4D7F0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65A28B46" w14:textId="77777777" w:rsidTr="000574F7">
        <w:tc>
          <w:tcPr>
            <w:tcW w:w="5353" w:type="dxa"/>
          </w:tcPr>
          <w:p w14:paraId="79A19E68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 xml:space="preserve">Popis předmětu zakázky </w:t>
            </w:r>
          </w:p>
        </w:tc>
        <w:tc>
          <w:tcPr>
            <w:tcW w:w="3859" w:type="dxa"/>
          </w:tcPr>
          <w:p w14:paraId="4846F7F0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6C894DB5" w14:textId="77777777" w:rsidTr="000574F7">
        <w:tc>
          <w:tcPr>
            <w:tcW w:w="5353" w:type="dxa"/>
          </w:tcPr>
          <w:p w14:paraId="27C5FB83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Doba realizace zakázky (od – do)</w:t>
            </w:r>
          </w:p>
        </w:tc>
        <w:tc>
          <w:tcPr>
            <w:tcW w:w="3859" w:type="dxa"/>
          </w:tcPr>
          <w:p w14:paraId="714E8676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E4BE2" w:rsidRPr="00FE74D6" w14:paraId="73F1A2E3" w14:textId="77777777" w:rsidTr="000574F7">
        <w:tc>
          <w:tcPr>
            <w:tcW w:w="5353" w:type="dxa"/>
          </w:tcPr>
          <w:p w14:paraId="34D637DC" w14:textId="5FF46B66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Celkové investiční náklady stavby v Kč bez DPH</w:t>
            </w:r>
          </w:p>
        </w:tc>
        <w:tc>
          <w:tcPr>
            <w:tcW w:w="3859" w:type="dxa"/>
          </w:tcPr>
          <w:p w14:paraId="1929CEDD" w14:textId="77777777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0BDB970A" w14:textId="77777777" w:rsidTr="000574F7">
        <w:tc>
          <w:tcPr>
            <w:tcW w:w="5353" w:type="dxa"/>
          </w:tcPr>
          <w:p w14:paraId="6A7707DF" w14:textId="77777777" w:rsidR="00F26DA0" w:rsidRPr="00FE74D6" w:rsidRDefault="005567ED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Popis zapojení klíčové osoby podílející se na realizaci VZ na předkládané zakázce</w:t>
            </w:r>
          </w:p>
        </w:tc>
        <w:tc>
          <w:tcPr>
            <w:tcW w:w="3859" w:type="dxa"/>
          </w:tcPr>
          <w:p w14:paraId="7375DE3C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14:paraId="023E1C33" w14:textId="77777777" w:rsidR="00F26DA0" w:rsidRPr="00FE74D6" w:rsidRDefault="00F26DA0" w:rsidP="00A45B31">
      <w:pPr>
        <w:pStyle w:val="Zkladntext"/>
        <w:jc w:val="both"/>
        <w:rPr>
          <w:b/>
          <w:sz w:val="22"/>
          <w:szCs w:val="22"/>
        </w:rPr>
      </w:pPr>
    </w:p>
    <w:p w14:paraId="7792104D" w14:textId="77777777" w:rsidR="00A45B31" w:rsidRPr="00FE74D6" w:rsidRDefault="00A45B31" w:rsidP="00A45B31">
      <w:pPr>
        <w:pStyle w:val="Zkladntext"/>
        <w:jc w:val="both"/>
        <w:rPr>
          <w:b/>
          <w:sz w:val="22"/>
          <w:szCs w:val="22"/>
        </w:rPr>
      </w:pPr>
      <w:r w:rsidRPr="00FE74D6">
        <w:rPr>
          <w:b/>
          <w:sz w:val="22"/>
          <w:szCs w:val="22"/>
        </w:rPr>
        <w:t>zakázka č. 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75"/>
        <w:gridCol w:w="3787"/>
      </w:tblGrid>
      <w:tr w:rsidR="00F26DA0" w:rsidRPr="00FE74D6" w14:paraId="1FC093A5" w14:textId="77777777" w:rsidTr="000574F7">
        <w:tc>
          <w:tcPr>
            <w:tcW w:w="5353" w:type="dxa"/>
          </w:tcPr>
          <w:p w14:paraId="39885F45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zakázky</w:t>
            </w:r>
          </w:p>
        </w:tc>
        <w:tc>
          <w:tcPr>
            <w:tcW w:w="3859" w:type="dxa"/>
          </w:tcPr>
          <w:p w14:paraId="3FBBB94D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394329E7" w14:textId="77777777" w:rsidTr="000574F7">
        <w:tc>
          <w:tcPr>
            <w:tcW w:w="5353" w:type="dxa"/>
          </w:tcPr>
          <w:p w14:paraId="42B2B40D" w14:textId="715C09C0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zadavatele, sídlo, IČ</w:t>
            </w:r>
            <w:r w:rsidR="00805F9F" w:rsidRPr="00FE74D6">
              <w:rPr>
                <w:sz w:val="22"/>
                <w:szCs w:val="22"/>
              </w:rPr>
              <w:t>O</w:t>
            </w:r>
          </w:p>
        </w:tc>
        <w:tc>
          <w:tcPr>
            <w:tcW w:w="3859" w:type="dxa"/>
          </w:tcPr>
          <w:p w14:paraId="5CB22505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5C96556F" w14:textId="77777777" w:rsidTr="000574F7">
        <w:tc>
          <w:tcPr>
            <w:tcW w:w="5353" w:type="dxa"/>
          </w:tcPr>
          <w:p w14:paraId="60AB4AC6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 xml:space="preserve">Popis předmětu zakázky </w:t>
            </w:r>
          </w:p>
        </w:tc>
        <w:tc>
          <w:tcPr>
            <w:tcW w:w="3859" w:type="dxa"/>
          </w:tcPr>
          <w:p w14:paraId="26606F30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221C9310" w14:textId="77777777" w:rsidTr="000574F7">
        <w:tc>
          <w:tcPr>
            <w:tcW w:w="5353" w:type="dxa"/>
          </w:tcPr>
          <w:p w14:paraId="0E586ABB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Doba realizace zakázky (od – do)</w:t>
            </w:r>
          </w:p>
        </w:tc>
        <w:tc>
          <w:tcPr>
            <w:tcW w:w="3859" w:type="dxa"/>
          </w:tcPr>
          <w:p w14:paraId="71032E85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E4BE2" w:rsidRPr="00FE74D6" w14:paraId="5626CBE4" w14:textId="77777777" w:rsidTr="000574F7">
        <w:tc>
          <w:tcPr>
            <w:tcW w:w="5353" w:type="dxa"/>
          </w:tcPr>
          <w:p w14:paraId="78515D19" w14:textId="3EC90C9C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Celkové investiční náklady stavby v Kč bez DPH</w:t>
            </w:r>
          </w:p>
        </w:tc>
        <w:tc>
          <w:tcPr>
            <w:tcW w:w="3859" w:type="dxa"/>
          </w:tcPr>
          <w:p w14:paraId="646D74CD" w14:textId="77777777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12FB2EBD" w14:textId="77777777" w:rsidTr="000574F7">
        <w:tc>
          <w:tcPr>
            <w:tcW w:w="5353" w:type="dxa"/>
          </w:tcPr>
          <w:p w14:paraId="3D429246" w14:textId="77777777" w:rsidR="00F26DA0" w:rsidRPr="00FE74D6" w:rsidRDefault="005567ED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Popis zapojení klíčové osoby podílející se na realizaci VZ na předkládané zakázce</w:t>
            </w:r>
          </w:p>
        </w:tc>
        <w:tc>
          <w:tcPr>
            <w:tcW w:w="3859" w:type="dxa"/>
          </w:tcPr>
          <w:p w14:paraId="3DF24984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14:paraId="5661B186" w14:textId="56128BAE" w:rsidR="00805F9F" w:rsidRDefault="00805F9F" w:rsidP="00A45B31">
      <w:pPr>
        <w:pStyle w:val="Zkladntext"/>
        <w:jc w:val="both"/>
        <w:rPr>
          <w:b/>
          <w:sz w:val="22"/>
          <w:szCs w:val="22"/>
        </w:rPr>
      </w:pPr>
    </w:p>
    <w:p w14:paraId="208566F5" w14:textId="38CB8930" w:rsidR="00FE74D6" w:rsidRDefault="00FE74D6" w:rsidP="00A45B31">
      <w:pPr>
        <w:pStyle w:val="Zkladntext"/>
        <w:jc w:val="both"/>
        <w:rPr>
          <w:b/>
          <w:sz w:val="22"/>
          <w:szCs w:val="22"/>
        </w:rPr>
      </w:pPr>
    </w:p>
    <w:p w14:paraId="735ADB83" w14:textId="77777777" w:rsidR="00FE74D6" w:rsidRPr="00FE74D6" w:rsidRDefault="00FE74D6" w:rsidP="00A45B31">
      <w:pPr>
        <w:pStyle w:val="Zkladntext"/>
        <w:jc w:val="both"/>
        <w:rPr>
          <w:b/>
          <w:sz w:val="22"/>
          <w:szCs w:val="22"/>
        </w:rPr>
      </w:pPr>
    </w:p>
    <w:p w14:paraId="464DCB0F" w14:textId="77777777" w:rsidR="00A45B31" w:rsidRPr="00FE74D6" w:rsidRDefault="00A45B31" w:rsidP="00A45B31">
      <w:pPr>
        <w:pStyle w:val="Zkladntext"/>
        <w:jc w:val="both"/>
        <w:rPr>
          <w:b/>
          <w:sz w:val="22"/>
          <w:szCs w:val="22"/>
        </w:rPr>
      </w:pPr>
      <w:r w:rsidRPr="00FE74D6">
        <w:rPr>
          <w:b/>
          <w:sz w:val="22"/>
          <w:szCs w:val="22"/>
        </w:rPr>
        <w:t xml:space="preserve">zakázka č. </w:t>
      </w:r>
      <w:r w:rsidR="00F26DA0" w:rsidRPr="00FE74D6">
        <w:rPr>
          <w:b/>
          <w:sz w:val="22"/>
          <w:szCs w:val="22"/>
        </w:rPr>
        <w:t>4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75"/>
        <w:gridCol w:w="3787"/>
      </w:tblGrid>
      <w:tr w:rsidR="00F26DA0" w:rsidRPr="00FE74D6" w14:paraId="77ED5270" w14:textId="77777777" w:rsidTr="000574F7">
        <w:tc>
          <w:tcPr>
            <w:tcW w:w="5353" w:type="dxa"/>
          </w:tcPr>
          <w:p w14:paraId="3173D48B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zakázky</w:t>
            </w:r>
          </w:p>
        </w:tc>
        <w:tc>
          <w:tcPr>
            <w:tcW w:w="3859" w:type="dxa"/>
          </w:tcPr>
          <w:p w14:paraId="43ADA705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15C7DB98" w14:textId="77777777" w:rsidTr="000574F7">
        <w:tc>
          <w:tcPr>
            <w:tcW w:w="5353" w:type="dxa"/>
          </w:tcPr>
          <w:p w14:paraId="48D093AE" w14:textId="7CE4434F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zadavatele, sídlo, IČ</w:t>
            </w:r>
            <w:r w:rsidR="00805F9F" w:rsidRPr="00FE74D6">
              <w:rPr>
                <w:sz w:val="22"/>
                <w:szCs w:val="22"/>
              </w:rPr>
              <w:t>O</w:t>
            </w:r>
          </w:p>
        </w:tc>
        <w:tc>
          <w:tcPr>
            <w:tcW w:w="3859" w:type="dxa"/>
          </w:tcPr>
          <w:p w14:paraId="04BE5B79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63DB71D7" w14:textId="77777777" w:rsidTr="000574F7">
        <w:tc>
          <w:tcPr>
            <w:tcW w:w="5353" w:type="dxa"/>
          </w:tcPr>
          <w:p w14:paraId="2F401742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 xml:space="preserve">Popis předmětu zakázky </w:t>
            </w:r>
          </w:p>
        </w:tc>
        <w:tc>
          <w:tcPr>
            <w:tcW w:w="3859" w:type="dxa"/>
          </w:tcPr>
          <w:p w14:paraId="48C90BED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1C0CF4DD" w14:textId="77777777" w:rsidTr="000574F7">
        <w:tc>
          <w:tcPr>
            <w:tcW w:w="5353" w:type="dxa"/>
          </w:tcPr>
          <w:p w14:paraId="74AB30C6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Doba realizace zakázky (od – do)</w:t>
            </w:r>
          </w:p>
        </w:tc>
        <w:tc>
          <w:tcPr>
            <w:tcW w:w="3859" w:type="dxa"/>
          </w:tcPr>
          <w:p w14:paraId="667B1CCE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E4BE2" w:rsidRPr="00FE74D6" w14:paraId="3A80C233" w14:textId="77777777" w:rsidTr="000574F7">
        <w:tc>
          <w:tcPr>
            <w:tcW w:w="5353" w:type="dxa"/>
          </w:tcPr>
          <w:p w14:paraId="7D27858E" w14:textId="41F58D5F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Celkové investiční náklady stavby v Kč bez DPH</w:t>
            </w:r>
          </w:p>
        </w:tc>
        <w:tc>
          <w:tcPr>
            <w:tcW w:w="3859" w:type="dxa"/>
          </w:tcPr>
          <w:p w14:paraId="703BA047" w14:textId="77777777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540F86C7" w14:textId="77777777" w:rsidTr="000574F7">
        <w:tc>
          <w:tcPr>
            <w:tcW w:w="5353" w:type="dxa"/>
          </w:tcPr>
          <w:p w14:paraId="381A7696" w14:textId="77777777" w:rsidR="00F26DA0" w:rsidRPr="00FE74D6" w:rsidRDefault="005567ED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Popis zapojení klíčové osoby podílející se na realizaci VZ na předkládané zakázce</w:t>
            </w:r>
          </w:p>
        </w:tc>
        <w:tc>
          <w:tcPr>
            <w:tcW w:w="3859" w:type="dxa"/>
          </w:tcPr>
          <w:p w14:paraId="6A442A16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14:paraId="72B252A3" w14:textId="77777777" w:rsidR="00F26DA0" w:rsidRPr="00FE74D6" w:rsidRDefault="00F26DA0" w:rsidP="00A45B31">
      <w:pPr>
        <w:pStyle w:val="Zkladntext"/>
        <w:jc w:val="both"/>
        <w:rPr>
          <w:b/>
          <w:sz w:val="22"/>
          <w:szCs w:val="22"/>
        </w:rPr>
      </w:pPr>
    </w:p>
    <w:p w14:paraId="3E1928F5" w14:textId="77777777" w:rsidR="00F26DA0" w:rsidRPr="00FE74D6" w:rsidRDefault="00F26DA0" w:rsidP="00A45B31">
      <w:pPr>
        <w:pStyle w:val="Zkladntext"/>
        <w:jc w:val="both"/>
        <w:rPr>
          <w:b/>
          <w:sz w:val="22"/>
          <w:szCs w:val="22"/>
        </w:rPr>
      </w:pPr>
    </w:p>
    <w:p w14:paraId="66450EA7" w14:textId="77777777" w:rsidR="00A45B31" w:rsidRPr="00FE74D6" w:rsidRDefault="00A45B31" w:rsidP="00A45B31">
      <w:pPr>
        <w:pStyle w:val="Zkladntext"/>
        <w:jc w:val="both"/>
        <w:rPr>
          <w:b/>
          <w:sz w:val="22"/>
          <w:szCs w:val="22"/>
        </w:rPr>
      </w:pPr>
      <w:r w:rsidRPr="00FE74D6">
        <w:rPr>
          <w:b/>
          <w:sz w:val="22"/>
          <w:szCs w:val="22"/>
        </w:rPr>
        <w:t xml:space="preserve">zakázka č. </w:t>
      </w:r>
      <w:r w:rsidR="00F26DA0" w:rsidRPr="00FE74D6">
        <w:rPr>
          <w:b/>
          <w:sz w:val="22"/>
          <w:szCs w:val="22"/>
        </w:rPr>
        <w:t>5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76"/>
        <w:gridCol w:w="3786"/>
      </w:tblGrid>
      <w:tr w:rsidR="00F26DA0" w:rsidRPr="00FE74D6" w14:paraId="2A6CDC3F" w14:textId="77777777" w:rsidTr="00FE74D6">
        <w:trPr>
          <w:trHeight w:val="381"/>
        </w:trPr>
        <w:tc>
          <w:tcPr>
            <w:tcW w:w="5360" w:type="dxa"/>
          </w:tcPr>
          <w:p w14:paraId="024FF9BC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zakázky</w:t>
            </w:r>
          </w:p>
        </w:tc>
        <w:tc>
          <w:tcPr>
            <w:tcW w:w="3864" w:type="dxa"/>
          </w:tcPr>
          <w:p w14:paraId="512C4556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35C151C4" w14:textId="77777777" w:rsidTr="00FE74D6">
        <w:trPr>
          <w:trHeight w:val="381"/>
        </w:trPr>
        <w:tc>
          <w:tcPr>
            <w:tcW w:w="5360" w:type="dxa"/>
          </w:tcPr>
          <w:p w14:paraId="28762FD5" w14:textId="5BF72189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Název zadavatele, sídlo, IČ</w:t>
            </w:r>
            <w:r w:rsidR="00805F9F" w:rsidRPr="00FE74D6">
              <w:rPr>
                <w:sz w:val="22"/>
                <w:szCs w:val="22"/>
              </w:rPr>
              <w:t>O</w:t>
            </w:r>
          </w:p>
        </w:tc>
        <w:tc>
          <w:tcPr>
            <w:tcW w:w="3864" w:type="dxa"/>
          </w:tcPr>
          <w:p w14:paraId="5915D60B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47EFF6B7" w14:textId="77777777" w:rsidTr="00FE74D6">
        <w:trPr>
          <w:trHeight w:val="396"/>
        </w:trPr>
        <w:tc>
          <w:tcPr>
            <w:tcW w:w="5360" w:type="dxa"/>
          </w:tcPr>
          <w:p w14:paraId="546AAA03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 xml:space="preserve">Popis předmětu zakázky </w:t>
            </w:r>
          </w:p>
        </w:tc>
        <w:tc>
          <w:tcPr>
            <w:tcW w:w="3864" w:type="dxa"/>
          </w:tcPr>
          <w:p w14:paraId="1B091ED1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79AD9B3A" w14:textId="77777777" w:rsidTr="00FE74D6">
        <w:trPr>
          <w:trHeight w:val="381"/>
        </w:trPr>
        <w:tc>
          <w:tcPr>
            <w:tcW w:w="5360" w:type="dxa"/>
          </w:tcPr>
          <w:p w14:paraId="5BD8AC8F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Doba realizace zakázky (od – do)</w:t>
            </w:r>
          </w:p>
        </w:tc>
        <w:tc>
          <w:tcPr>
            <w:tcW w:w="3864" w:type="dxa"/>
          </w:tcPr>
          <w:p w14:paraId="2260E13D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E4BE2" w:rsidRPr="00FE74D6" w14:paraId="266A117A" w14:textId="77777777" w:rsidTr="00FE74D6">
        <w:trPr>
          <w:trHeight w:val="381"/>
        </w:trPr>
        <w:tc>
          <w:tcPr>
            <w:tcW w:w="5360" w:type="dxa"/>
          </w:tcPr>
          <w:p w14:paraId="321C2CC2" w14:textId="043D410B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Celkové investiční náklady stavby v Kč bez DPH</w:t>
            </w:r>
          </w:p>
        </w:tc>
        <w:tc>
          <w:tcPr>
            <w:tcW w:w="3864" w:type="dxa"/>
          </w:tcPr>
          <w:p w14:paraId="7DEDC9F7" w14:textId="77777777" w:rsidR="00FE4BE2" w:rsidRPr="00FE74D6" w:rsidRDefault="00FE4BE2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F26DA0" w:rsidRPr="00FE74D6" w14:paraId="1B4ACC5F" w14:textId="77777777" w:rsidTr="00FE74D6">
        <w:trPr>
          <w:trHeight w:val="651"/>
        </w:trPr>
        <w:tc>
          <w:tcPr>
            <w:tcW w:w="5360" w:type="dxa"/>
          </w:tcPr>
          <w:p w14:paraId="1428F782" w14:textId="77777777" w:rsidR="00F26DA0" w:rsidRPr="00FE74D6" w:rsidRDefault="005567ED" w:rsidP="000574F7">
            <w:pPr>
              <w:pStyle w:val="Zkladntext"/>
              <w:jc w:val="both"/>
              <w:rPr>
                <w:sz w:val="22"/>
                <w:szCs w:val="22"/>
              </w:rPr>
            </w:pPr>
            <w:r w:rsidRPr="00FE74D6">
              <w:rPr>
                <w:sz w:val="22"/>
                <w:szCs w:val="22"/>
              </w:rPr>
              <w:t>Popis zapojení klíčové osoby podílející se na realizaci VZ na předkládané zakázce</w:t>
            </w:r>
          </w:p>
        </w:tc>
        <w:tc>
          <w:tcPr>
            <w:tcW w:w="3864" w:type="dxa"/>
          </w:tcPr>
          <w:p w14:paraId="02ABFE63" w14:textId="77777777" w:rsidR="00F26DA0" w:rsidRPr="00FE74D6" w:rsidRDefault="00F26DA0" w:rsidP="000574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14:paraId="1F8F1908" w14:textId="77777777" w:rsidR="00F26DA0" w:rsidRPr="00FE74D6" w:rsidRDefault="00F26DA0" w:rsidP="00A45B31">
      <w:pPr>
        <w:pStyle w:val="Zkladntext"/>
        <w:jc w:val="both"/>
        <w:rPr>
          <w:b/>
          <w:sz w:val="22"/>
          <w:szCs w:val="22"/>
        </w:rPr>
      </w:pPr>
    </w:p>
    <w:p w14:paraId="1DE673B5" w14:textId="39DEB959" w:rsidR="00F51BB9" w:rsidRPr="00FE74D6" w:rsidRDefault="00FE74D6" w:rsidP="00584760">
      <w:pPr>
        <w:pStyle w:val="Zkladntext"/>
        <w:rPr>
          <w:i/>
          <w:color w:val="FF0000"/>
          <w:sz w:val="22"/>
          <w:szCs w:val="22"/>
        </w:rPr>
      </w:pPr>
      <w:r w:rsidRPr="00FE74D6">
        <w:rPr>
          <w:i/>
          <w:color w:val="FF0000"/>
          <w:sz w:val="22"/>
          <w:szCs w:val="22"/>
        </w:rPr>
        <w:t xml:space="preserve">Datum </w:t>
      </w:r>
    </w:p>
    <w:p w14:paraId="2CF19A3B" w14:textId="77777777" w:rsidR="00A45B31" w:rsidRPr="00FE74D6" w:rsidRDefault="00A45B31" w:rsidP="00FE74D6">
      <w:pPr>
        <w:pStyle w:val="Zkladntext"/>
        <w:rPr>
          <w:i/>
          <w:color w:val="FF0000"/>
          <w:sz w:val="22"/>
          <w:szCs w:val="22"/>
        </w:rPr>
      </w:pPr>
    </w:p>
    <w:p w14:paraId="4BB69B1B" w14:textId="77777777" w:rsidR="00A45B31" w:rsidRPr="00FE74D6" w:rsidRDefault="00A45B31" w:rsidP="00FE74D6">
      <w:pPr>
        <w:pStyle w:val="Zkladntext"/>
        <w:rPr>
          <w:i/>
          <w:color w:val="FF0000"/>
          <w:sz w:val="22"/>
          <w:szCs w:val="22"/>
        </w:rPr>
      </w:pPr>
    </w:p>
    <w:p w14:paraId="37693433" w14:textId="6BF33EB5" w:rsidR="00F51BB9" w:rsidRPr="00FE74D6" w:rsidRDefault="00F51BB9" w:rsidP="00FE74D6">
      <w:pPr>
        <w:pStyle w:val="Zkladntext"/>
        <w:rPr>
          <w:i/>
          <w:color w:val="FF0000"/>
          <w:sz w:val="22"/>
          <w:szCs w:val="22"/>
        </w:rPr>
      </w:pPr>
      <w:r w:rsidRPr="00FE74D6">
        <w:rPr>
          <w:i/>
          <w:color w:val="FF0000"/>
          <w:sz w:val="22"/>
          <w:szCs w:val="22"/>
        </w:rPr>
        <w:t>podpis</w:t>
      </w:r>
    </w:p>
    <w:p w14:paraId="356511A0" w14:textId="5A788ACC" w:rsidR="00464D27" w:rsidRPr="00FE74D6" w:rsidRDefault="00F51BB9" w:rsidP="00FE74D6">
      <w:pPr>
        <w:pStyle w:val="Zkladntext"/>
        <w:spacing w:after="0"/>
        <w:rPr>
          <w:i/>
          <w:color w:val="FF0000"/>
          <w:sz w:val="22"/>
          <w:szCs w:val="22"/>
        </w:rPr>
      </w:pPr>
      <w:r w:rsidRPr="00FE74D6">
        <w:rPr>
          <w:i/>
          <w:color w:val="FF0000"/>
          <w:sz w:val="22"/>
          <w:szCs w:val="22"/>
        </w:rPr>
        <w:t xml:space="preserve">doplnit </w:t>
      </w:r>
      <w:r w:rsidR="00FE74D6" w:rsidRPr="00FE74D6">
        <w:rPr>
          <w:i/>
          <w:color w:val="FF0000"/>
          <w:sz w:val="22"/>
          <w:szCs w:val="22"/>
        </w:rPr>
        <w:t xml:space="preserve">jméno a příjmení </w:t>
      </w:r>
      <w:r w:rsidRPr="00FE74D6">
        <w:rPr>
          <w:i/>
          <w:color w:val="FF0000"/>
          <w:sz w:val="22"/>
          <w:szCs w:val="22"/>
        </w:rPr>
        <w:t xml:space="preserve">osoby oprávněné podepisovat za </w:t>
      </w:r>
      <w:r w:rsidR="00840B25" w:rsidRPr="00FE74D6">
        <w:rPr>
          <w:i/>
          <w:color w:val="FF0000"/>
          <w:sz w:val="22"/>
          <w:szCs w:val="22"/>
        </w:rPr>
        <w:t>účastníka</w:t>
      </w:r>
    </w:p>
    <w:sectPr w:rsidR="00464D27" w:rsidRPr="00FE74D6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43367" w14:textId="77777777" w:rsidR="000574F7" w:rsidRDefault="000574F7" w:rsidP="006D44DF">
      <w:r>
        <w:separator/>
      </w:r>
    </w:p>
  </w:endnote>
  <w:endnote w:type="continuationSeparator" w:id="0">
    <w:p w14:paraId="49B946A0" w14:textId="77777777" w:rsidR="000574F7" w:rsidRDefault="000574F7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0465A" w14:textId="77777777" w:rsidR="000574F7" w:rsidRDefault="000574F7" w:rsidP="006D44DF">
      <w:r>
        <w:separator/>
      </w:r>
    </w:p>
  </w:footnote>
  <w:footnote w:type="continuationSeparator" w:id="0">
    <w:p w14:paraId="424CE79F" w14:textId="77777777" w:rsidR="000574F7" w:rsidRDefault="000574F7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A2C2" w14:textId="650EB1DD" w:rsidR="000574F7" w:rsidRPr="00FE74D6" w:rsidRDefault="000574F7" w:rsidP="00FE74D6">
    <w:pPr>
      <w:pStyle w:val="Zhlav"/>
      <w:jc w:val="right"/>
      <w:rPr>
        <w:sz w:val="16"/>
      </w:rPr>
    </w:pPr>
    <w:r w:rsidRPr="00FE74D6">
      <w:rPr>
        <w:sz w:val="16"/>
      </w:rPr>
      <w:t xml:space="preserve">Příloha č. </w:t>
    </w:r>
    <w:r w:rsidR="00FE74D6">
      <w:rPr>
        <w:sz w:val="16"/>
      </w:rPr>
      <w:t>5</w:t>
    </w:r>
  </w:p>
  <w:p w14:paraId="195E9457" w14:textId="22DE4CCA" w:rsidR="000574F7" w:rsidRPr="009C1E84" w:rsidRDefault="000574F7" w:rsidP="00D67AC5">
    <w:pPr>
      <w:pStyle w:val="Zhlav"/>
      <w:rPr>
        <w:rFonts w:ascii="Book Antiqua" w:hAnsi="Book Antiqua"/>
      </w:rPr>
    </w:pPr>
  </w:p>
  <w:p w14:paraId="5C6D995C" w14:textId="77777777" w:rsidR="000574F7" w:rsidRDefault="000574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45664"/>
    <w:rsid w:val="000574F7"/>
    <w:rsid w:val="000741D1"/>
    <w:rsid w:val="000C0B3D"/>
    <w:rsid w:val="00126D0A"/>
    <w:rsid w:val="0014357B"/>
    <w:rsid w:val="00150C64"/>
    <w:rsid w:val="00172D74"/>
    <w:rsid w:val="00180D99"/>
    <w:rsid w:val="00184F4C"/>
    <w:rsid w:val="001C7050"/>
    <w:rsid w:val="001D213F"/>
    <w:rsid w:val="001F2606"/>
    <w:rsid w:val="001F7B76"/>
    <w:rsid w:val="0022737F"/>
    <w:rsid w:val="0024514C"/>
    <w:rsid w:val="00256DD3"/>
    <w:rsid w:val="00263659"/>
    <w:rsid w:val="002654C6"/>
    <w:rsid w:val="00270E38"/>
    <w:rsid w:val="002E1960"/>
    <w:rsid w:val="00313342"/>
    <w:rsid w:val="00332043"/>
    <w:rsid w:val="00377616"/>
    <w:rsid w:val="0038348F"/>
    <w:rsid w:val="003C43B7"/>
    <w:rsid w:val="003D0916"/>
    <w:rsid w:val="003D1711"/>
    <w:rsid w:val="003D68F5"/>
    <w:rsid w:val="00401271"/>
    <w:rsid w:val="004125B1"/>
    <w:rsid w:val="00434CC7"/>
    <w:rsid w:val="00463501"/>
    <w:rsid w:val="00464D27"/>
    <w:rsid w:val="00481C81"/>
    <w:rsid w:val="00483FAF"/>
    <w:rsid w:val="00487984"/>
    <w:rsid w:val="004A305A"/>
    <w:rsid w:val="004C131B"/>
    <w:rsid w:val="004C2F30"/>
    <w:rsid w:val="004C548A"/>
    <w:rsid w:val="004D52FC"/>
    <w:rsid w:val="004D6C1F"/>
    <w:rsid w:val="004D6C39"/>
    <w:rsid w:val="004E2D5E"/>
    <w:rsid w:val="00502BF2"/>
    <w:rsid w:val="00552D6A"/>
    <w:rsid w:val="005567ED"/>
    <w:rsid w:val="00574A84"/>
    <w:rsid w:val="00584760"/>
    <w:rsid w:val="00584D9D"/>
    <w:rsid w:val="00592606"/>
    <w:rsid w:val="005A02A9"/>
    <w:rsid w:val="005B7343"/>
    <w:rsid w:val="005E2038"/>
    <w:rsid w:val="005E54B2"/>
    <w:rsid w:val="006341DF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28D2"/>
    <w:rsid w:val="007D0621"/>
    <w:rsid w:val="00805F9F"/>
    <w:rsid w:val="00840B25"/>
    <w:rsid w:val="00880E9A"/>
    <w:rsid w:val="008A46F1"/>
    <w:rsid w:val="008A4756"/>
    <w:rsid w:val="008B0F5D"/>
    <w:rsid w:val="008B42C6"/>
    <w:rsid w:val="008C1EA9"/>
    <w:rsid w:val="008C566F"/>
    <w:rsid w:val="008F04AF"/>
    <w:rsid w:val="009474AE"/>
    <w:rsid w:val="00952132"/>
    <w:rsid w:val="00973F9F"/>
    <w:rsid w:val="00980F53"/>
    <w:rsid w:val="009A16E2"/>
    <w:rsid w:val="009B5AE2"/>
    <w:rsid w:val="009C1E84"/>
    <w:rsid w:val="00A010F8"/>
    <w:rsid w:val="00A45B31"/>
    <w:rsid w:val="00A568B4"/>
    <w:rsid w:val="00A86C6F"/>
    <w:rsid w:val="00AB45DB"/>
    <w:rsid w:val="00AD3175"/>
    <w:rsid w:val="00AF0D21"/>
    <w:rsid w:val="00B211D8"/>
    <w:rsid w:val="00B21C9D"/>
    <w:rsid w:val="00B358A0"/>
    <w:rsid w:val="00B4671C"/>
    <w:rsid w:val="00B85833"/>
    <w:rsid w:val="00BB0E8D"/>
    <w:rsid w:val="00BC2FC2"/>
    <w:rsid w:val="00BE5895"/>
    <w:rsid w:val="00C15BAE"/>
    <w:rsid w:val="00C34E2A"/>
    <w:rsid w:val="00C65421"/>
    <w:rsid w:val="00C70ECD"/>
    <w:rsid w:val="00C77389"/>
    <w:rsid w:val="00CA341A"/>
    <w:rsid w:val="00CD2DF0"/>
    <w:rsid w:val="00CD41F7"/>
    <w:rsid w:val="00D11C36"/>
    <w:rsid w:val="00D21897"/>
    <w:rsid w:val="00D31BA7"/>
    <w:rsid w:val="00D559D0"/>
    <w:rsid w:val="00D67AC5"/>
    <w:rsid w:val="00DD5DCD"/>
    <w:rsid w:val="00DD799C"/>
    <w:rsid w:val="00DE46D5"/>
    <w:rsid w:val="00E25FB3"/>
    <w:rsid w:val="00E53081"/>
    <w:rsid w:val="00E7728E"/>
    <w:rsid w:val="00ED0492"/>
    <w:rsid w:val="00ED19BC"/>
    <w:rsid w:val="00ED696E"/>
    <w:rsid w:val="00EE0C56"/>
    <w:rsid w:val="00F06482"/>
    <w:rsid w:val="00F26DA0"/>
    <w:rsid w:val="00F51BB9"/>
    <w:rsid w:val="00F64BB8"/>
    <w:rsid w:val="00F76871"/>
    <w:rsid w:val="00F824FA"/>
    <w:rsid w:val="00FC79C1"/>
    <w:rsid w:val="00FD55A3"/>
    <w:rsid w:val="00FE4BE2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89DE66"/>
  <w15:docId w15:val="{AE76D41C-1F1C-4BD7-8467-6DE704A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A45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E6603243</Template>
  <TotalTime>3</TotalTime>
  <Pages>2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3</cp:revision>
  <dcterms:created xsi:type="dcterms:W3CDTF">2019-04-10T15:14:00Z</dcterms:created>
  <dcterms:modified xsi:type="dcterms:W3CDTF">2019-04-15T13:36:00Z</dcterms:modified>
</cp:coreProperties>
</file>