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5833" w:rsidRPr="00366E61" w:rsidRDefault="003D1711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spacing w:after="0"/>
        <w:jc w:val="center"/>
        <w:rPr>
          <w:b/>
          <w:sz w:val="22"/>
          <w:szCs w:val="22"/>
        </w:rPr>
      </w:pPr>
      <w:r w:rsidRPr="00366E61">
        <w:rPr>
          <w:b/>
          <w:sz w:val="22"/>
          <w:szCs w:val="22"/>
        </w:rPr>
        <w:t>Prohlášení o prokáz</w:t>
      </w:r>
      <w:r w:rsidR="00366E61" w:rsidRPr="00366E61">
        <w:rPr>
          <w:b/>
          <w:sz w:val="22"/>
          <w:szCs w:val="22"/>
        </w:rPr>
        <w:t>ání základní způsobilosti</w:t>
      </w:r>
    </w:p>
    <w:p w:rsidR="00B85833" w:rsidRPr="00366E61" w:rsidRDefault="00B85833" w:rsidP="009C1E84">
      <w:pPr>
        <w:pStyle w:val="Zkladntext"/>
        <w:pBdr>
          <w:top w:val="single" w:sz="4" w:space="0" w:color="000000"/>
          <w:left w:val="single" w:sz="4" w:space="0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sz w:val="22"/>
          <w:szCs w:val="22"/>
        </w:rPr>
      </w:pPr>
      <w:r w:rsidRPr="00366E61">
        <w:rPr>
          <w:sz w:val="22"/>
          <w:szCs w:val="22"/>
        </w:rPr>
        <w:t xml:space="preserve">dle </w:t>
      </w:r>
      <w:r w:rsidR="003D1711" w:rsidRPr="00366E61">
        <w:rPr>
          <w:sz w:val="22"/>
          <w:szCs w:val="22"/>
        </w:rPr>
        <w:t>§ 74 zákona č. 134/2016 Sb., o zadávání veřejných zakázek</w:t>
      </w:r>
      <w:r w:rsidR="00366E61" w:rsidRPr="00366E61">
        <w:rPr>
          <w:sz w:val="22"/>
          <w:szCs w:val="22"/>
        </w:rPr>
        <w:t xml:space="preserve"> </w:t>
      </w:r>
      <w:r w:rsidR="003D1711" w:rsidRPr="00366E61">
        <w:rPr>
          <w:sz w:val="22"/>
          <w:szCs w:val="22"/>
        </w:rPr>
        <w:t>(dále jen „ZZVZ“)</w:t>
      </w:r>
    </w:p>
    <w:p w:rsidR="00B85833" w:rsidRPr="00366E61" w:rsidRDefault="00B85833" w:rsidP="00B85833">
      <w:pPr>
        <w:pStyle w:val="Zkladntext"/>
        <w:ind w:left="300"/>
        <w:rPr>
          <w:color w:val="0000FF"/>
          <w:szCs w:val="22"/>
        </w:rPr>
      </w:pPr>
    </w:p>
    <w:p w:rsidR="00B85833" w:rsidRPr="00366E61" w:rsidRDefault="00B85833" w:rsidP="00584D9D">
      <w:pPr>
        <w:pStyle w:val="Zkladntext"/>
        <w:ind w:left="15"/>
        <w:jc w:val="both"/>
        <w:rPr>
          <w:szCs w:val="22"/>
        </w:rPr>
      </w:pPr>
      <w:r w:rsidRPr="00366E61">
        <w:rPr>
          <w:szCs w:val="22"/>
        </w:rPr>
        <w:t xml:space="preserve">V souladu s požadavky na způsob prokázání kvalifikačních předpokladů dle § </w:t>
      </w:r>
      <w:r w:rsidR="003D1711" w:rsidRPr="00366E61">
        <w:rPr>
          <w:szCs w:val="22"/>
        </w:rPr>
        <w:t>74 ZZVZ</w:t>
      </w:r>
      <w:r w:rsidRPr="00366E61">
        <w:rPr>
          <w:szCs w:val="22"/>
        </w:rPr>
        <w:t xml:space="preserve"> za </w:t>
      </w:r>
      <w:r w:rsidR="003D1711" w:rsidRPr="00366E61">
        <w:rPr>
          <w:szCs w:val="22"/>
        </w:rPr>
        <w:t>účastníka</w:t>
      </w:r>
      <w:r w:rsidRPr="00366E61">
        <w:rPr>
          <w:szCs w:val="22"/>
        </w:rPr>
        <w:t xml:space="preserve"> </w:t>
      </w:r>
      <w:r w:rsidRPr="00366E61">
        <w:rPr>
          <w:color w:val="FF0000"/>
          <w:szCs w:val="22"/>
        </w:rPr>
        <w:t xml:space="preserve">(doplnit název nebo obchodní firmu, sídlo a IČO </w:t>
      </w:r>
      <w:r w:rsidR="00E51BA6" w:rsidRPr="00366E61">
        <w:rPr>
          <w:color w:val="FF0000"/>
          <w:szCs w:val="22"/>
        </w:rPr>
        <w:t>účastníka</w:t>
      </w:r>
      <w:r w:rsidRPr="00366E61">
        <w:rPr>
          <w:color w:val="FF0000"/>
          <w:szCs w:val="22"/>
        </w:rPr>
        <w:t>)</w:t>
      </w:r>
      <w:r w:rsidRPr="00366E61">
        <w:rPr>
          <w:szCs w:val="22"/>
        </w:rPr>
        <w:t xml:space="preserve"> </w:t>
      </w:r>
    </w:p>
    <w:p w:rsidR="00B85833" w:rsidRPr="00366E61" w:rsidRDefault="00B85833" w:rsidP="00B85833">
      <w:pPr>
        <w:pStyle w:val="Zkladntext"/>
        <w:ind w:left="15"/>
        <w:jc w:val="center"/>
        <w:rPr>
          <w:b/>
          <w:spacing w:val="20"/>
          <w:szCs w:val="22"/>
        </w:rPr>
      </w:pPr>
    </w:p>
    <w:p w:rsidR="00B85833" w:rsidRPr="00366E61" w:rsidRDefault="00B85833" w:rsidP="00B85833">
      <w:pPr>
        <w:pStyle w:val="Zkladntext"/>
        <w:ind w:left="15"/>
        <w:jc w:val="center"/>
        <w:rPr>
          <w:b/>
          <w:color w:val="FF00FF"/>
          <w:spacing w:val="20"/>
          <w:szCs w:val="22"/>
        </w:rPr>
      </w:pPr>
      <w:r w:rsidRPr="00366E61">
        <w:rPr>
          <w:b/>
          <w:spacing w:val="20"/>
          <w:szCs w:val="22"/>
        </w:rPr>
        <w:t>prohlašuji</w:t>
      </w:r>
    </w:p>
    <w:p w:rsidR="00B85833" w:rsidRPr="00366E61" w:rsidRDefault="00B85833" w:rsidP="00B85833">
      <w:pPr>
        <w:pStyle w:val="Zkladntext"/>
        <w:rPr>
          <w:color w:val="0000FF"/>
          <w:szCs w:val="22"/>
        </w:rPr>
      </w:pPr>
    </w:p>
    <w:p w:rsidR="00B85833" w:rsidRPr="00366E61" w:rsidRDefault="00B85833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že jako </w:t>
      </w:r>
      <w:r w:rsidR="00E7728E" w:rsidRPr="00366E61">
        <w:rPr>
          <w:szCs w:val="22"/>
        </w:rPr>
        <w:t>účastník</w:t>
      </w:r>
      <w:r w:rsidRPr="00366E61">
        <w:rPr>
          <w:szCs w:val="22"/>
        </w:rPr>
        <w:t xml:space="preserve"> </w:t>
      </w:r>
      <w:r w:rsidR="00E7728E" w:rsidRPr="00366E61">
        <w:rPr>
          <w:szCs w:val="22"/>
        </w:rPr>
        <w:t>veřejné</w:t>
      </w:r>
      <w:r w:rsidRPr="00366E61">
        <w:rPr>
          <w:szCs w:val="22"/>
        </w:rPr>
        <w:t xml:space="preserve"> zakázk</w:t>
      </w:r>
      <w:r w:rsidR="00E7728E" w:rsidRPr="00366E61">
        <w:rPr>
          <w:szCs w:val="22"/>
        </w:rPr>
        <w:t>y</w:t>
      </w:r>
      <w:r w:rsidRPr="00366E61">
        <w:rPr>
          <w:szCs w:val="22"/>
        </w:rPr>
        <w:t xml:space="preserve"> na </w:t>
      </w:r>
      <w:r w:rsidR="00FA4BDB">
        <w:rPr>
          <w:szCs w:val="22"/>
        </w:rPr>
        <w:t xml:space="preserve">stavební práce </w:t>
      </w:r>
      <w:r w:rsidRPr="00366E61">
        <w:rPr>
          <w:szCs w:val="22"/>
        </w:rPr>
        <w:t>s</w:t>
      </w:r>
      <w:r w:rsidR="0078103F" w:rsidRPr="00366E61">
        <w:rPr>
          <w:szCs w:val="22"/>
        </w:rPr>
        <w:t> </w:t>
      </w:r>
      <w:r w:rsidRPr="00366E61">
        <w:rPr>
          <w:szCs w:val="22"/>
        </w:rPr>
        <w:t>názvem</w:t>
      </w:r>
      <w:r w:rsidR="0078103F" w:rsidRPr="00366E61">
        <w:rPr>
          <w:szCs w:val="22"/>
        </w:rPr>
        <w:t xml:space="preserve"> </w:t>
      </w:r>
      <w:r w:rsidR="00D67AC5" w:rsidRPr="00366E61">
        <w:rPr>
          <w:szCs w:val="22"/>
        </w:rPr>
        <w:t>„</w:t>
      </w:r>
      <w:r w:rsidR="0017253D" w:rsidRPr="0017253D">
        <w:rPr>
          <w:b/>
          <w:szCs w:val="22"/>
        </w:rPr>
        <w:t xml:space="preserve">Veřejné osvětlení </w:t>
      </w:r>
      <w:r w:rsidR="0017253D">
        <w:rPr>
          <w:b/>
          <w:szCs w:val="22"/>
        </w:rPr>
        <w:t>–</w:t>
      </w:r>
      <w:r w:rsidR="0017253D" w:rsidRPr="0017253D">
        <w:rPr>
          <w:b/>
          <w:szCs w:val="22"/>
        </w:rPr>
        <w:t xml:space="preserve"> Nová Hlína</w:t>
      </w:r>
      <w:r w:rsidR="0078103F" w:rsidRPr="00366E61">
        <w:rPr>
          <w:szCs w:val="22"/>
        </w:rPr>
        <w:t>“</w:t>
      </w:r>
      <w:r w:rsidR="00E7728E" w:rsidRPr="00366E61">
        <w:rPr>
          <w:szCs w:val="22"/>
        </w:rPr>
        <w:t xml:space="preserve"> zadávané</w:t>
      </w:r>
      <w:r w:rsidR="009C1E84" w:rsidRPr="00366E61">
        <w:rPr>
          <w:szCs w:val="22"/>
        </w:rPr>
        <w:t xml:space="preserve"> </w:t>
      </w:r>
      <w:r w:rsidR="00366E61">
        <w:rPr>
          <w:szCs w:val="22"/>
        </w:rPr>
        <w:t xml:space="preserve">jako veřejná zakázka malého rozsahu, </w:t>
      </w:r>
      <w:r w:rsidRPr="00366E61">
        <w:rPr>
          <w:szCs w:val="22"/>
        </w:rPr>
        <w:t>splňuj</w:t>
      </w:r>
      <w:r w:rsidR="007940BA" w:rsidRPr="00366E61">
        <w:rPr>
          <w:szCs w:val="22"/>
        </w:rPr>
        <w:t>i</w:t>
      </w:r>
      <w:r w:rsidRPr="00366E61">
        <w:rPr>
          <w:szCs w:val="22"/>
        </w:rPr>
        <w:t xml:space="preserve"> </w:t>
      </w:r>
      <w:r w:rsidR="003D1711" w:rsidRPr="00366E61">
        <w:rPr>
          <w:szCs w:val="22"/>
        </w:rPr>
        <w:t>základní způsobilost požadovanou</w:t>
      </w:r>
      <w:r w:rsidRPr="00366E61">
        <w:rPr>
          <w:szCs w:val="22"/>
        </w:rPr>
        <w:t xml:space="preserve"> zadavatelem </w:t>
      </w:r>
      <w:r w:rsidR="009C1E84" w:rsidRPr="00366E61">
        <w:rPr>
          <w:szCs w:val="22"/>
        </w:rPr>
        <w:t>v zadávací dokumentaci</w:t>
      </w:r>
      <w:r w:rsidRPr="00366E61">
        <w:rPr>
          <w:szCs w:val="22"/>
        </w:rPr>
        <w:t>.</w:t>
      </w:r>
      <w:bookmarkStart w:id="0" w:name="_GoBack"/>
      <w:bookmarkEnd w:id="0"/>
    </w:p>
    <w:p w:rsidR="009C1E84" w:rsidRPr="00366E61" w:rsidRDefault="009C1E84" w:rsidP="00B85833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Konkrétně, že </w:t>
      </w:r>
      <w:r w:rsidR="003D1711" w:rsidRPr="00366E61">
        <w:rPr>
          <w:szCs w:val="22"/>
        </w:rPr>
        <w:t>účastník</w:t>
      </w:r>
      <w:r w:rsidRPr="00366E61">
        <w:rPr>
          <w:szCs w:val="22"/>
        </w:rPr>
        <w:t>: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ani </w:t>
      </w:r>
      <w:r w:rsidR="00E51BA6" w:rsidRPr="00366E61">
        <w:rPr>
          <w:szCs w:val="22"/>
        </w:rPr>
        <w:t>žádný</w:t>
      </w:r>
      <w:r w:rsidRPr="00366E61">
        <w:rPr>
          <w:szCs w:val="22"/>
        </w:rPr>
        <w:t xml:space="preserve"> jednotlivý člen statutárního orgánu účastníka a ani osoba zastupujícího účastníka v statutárním orgánu dodavatele, nebyl v zemi svého sídla v posledních 5 letech před zahájením zadávacího řízení pravomocně odsouzen pro trestný čin uvedený v příloze č. 3 k tomuto zákonu nebo obdobný trestný čin podle právního řádu země sídla dodavatele; k zahlazeným odsouzením se nepřihlíží,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b) nemá v České republice nebo v zemi svého sídla v evidenci daní zachycen splatný daňový nedoplatek,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c) nemá v České republice nebo v zemi svého sídla splatný nedoplatek na pojistném nebo na penále na veřejné zdravotní pojištění,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>d) nemá v České republice nebo v zemi svého sídla splatný nedoplatek na pojistném nebo na penále na sociální zabezpečení a příspěvku na státní politiku zaměstnanosti,</w:t>
      </w:r>
    </w:p>
    <w:p w:rsidR="00377616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e) není v likvidaci, </w:t>
      </w:r>
      <w:r w:rsidR="00E51BA6" w:rsidRPr="00366E61">
        <w:rPr>
          <w:szCs w:val="22"/>
        </w:rPr>
        <w:t>nebylo proti</w:t>
      </w:r>
      <w:r w:rsidRPr="00366E61">
        <w:rPr>
          <w:szCs w:val="22"/>
        </w:rPr>
        <w:t xml:space="preserve"> </w:t>
      </w:r>
      <w:r w:rsidR="00E51BA6" w:rsidRPr="00366E61">
        <w:rPr>
          <w:szCs w:val="22"/>
        </w:rPr>
        <w:t xml:space="preserve">němu </w:t>
      </w:r>
      <w:r w:rsidRPr="00366E61">
        <w:rPr>
          <w:szCs w:val="22"/>
        </w:rPr>
        <w:t>vydáno rozhodnutí o úpadku,</w:t>
      </w:r>
      <w:r w:rsidR="00E51BA6" w:rsidRPr="00366E61">
        <w:rPr>
          <w:szCs w:val="22"/>
        </w:rPr>
        <w:t xml:space="preserve"> nebyla proti němu</w:t>
      </w:r>
      <w:r w:rsidRPr="00366E61">
        <w:rPr>
          <w:szCs w:val="22"/>
        </w:rPr>
        <w:t xml:space="preserve"> nařízena nucená správa podle jiného právního předpisu nebo v obdobné situaci podle právního řádu země sídla dodavatele.</w:t>
      </w:r>
    </w:p>
    <w:p w:rsidR="00366E61" w:rsidRPr="00366E61" w:rsidRDefault="00366E61" w:rsidP="00366E61">
      <w:pPr>
        <w:pStyle w:val="Zkladntext"/>
        <w:ind w:left="284" w:hanging="284"/>
        <w:jc w:val="both"/>
        <w:rPr>
          <w:szCs w:val="22"/>
        </w:rPr>
      </w:pPr>
    </w:p>
    <w:p w:rsidR="003D1711" w:rsidRPr="00366E61" w:rsidRDefault="003D1711" w:rsidP="003D1711">
      <w:pPr>
        <w:pStyle w:val="Zkladntext"/>
        <w:rPr>
          <w:szCs w:val="22"/>
        </w:rPr>
      </w:pPr>
      <w:r w:rsidRPr="00366E61">
        <w:rPr>
          <w:szCs w:val="22"/>
        </w:rPr>
        <w:t>Dále podpisem tohoto prohlášení je stvrzeno, že pokud se účastní zadávacího řízení pobočka závodu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a) zahraniční právnické osoby, podmínku podle </w:t>
      </w:r>
      <w:r w:rsidR="00840B25" w:rsidRPr="00366E61">
        <w:rPr>
          <w:szCs w:val="22"/>
        </w:rPr>
        <w:t xml:space="preserve">§ 74 odst. 1 </w:t>
      </w:r>
      <w:r w:rsidRPr="00366E61">
        <w:rPr>
          <w:szCs w:val="22"/>
        </w:rPr>
        <w:t>písm. a)</w:t>
      </w:r>
      <w:r w:rsidR="00840B25" w:rsidRPr="00366E61">
        <w:rPr>
          <w:szCs w:val="22"/>
        </w:rPr>
        <w:t xml:space="preserve"> ZZVZ splňuje </w:t>
      </w:r>
      <w:r w:rsidRPr="00366E61">
        <w:rPr>
          <w:szCs w:val="22"/>
        </w:rPr>
        <w:t>tato právnická osoba a vedoucí pobočky závodu,</w:t>
      </w:r>
    </w:p>
    <w:p w:rsidR="003D1711" w:rsidRPr="00366E61" w:rsidRDefault="003D1711" w:rsidP="00366E61">
      <w:pPr>
        <w:pStyle w:val="Zkladntext"/>
        <w:ind w:left="284" w:hanging="284"/>
        <w:jc w:val="both"/>
        <w:rPr>
          <w:szCs w:val="22"/>
        </w:rPr>
      </w:pPr>
      <w:r w:rsidRPr="00366E61">
        <w:rPr>
          <w:szCs w:val="22"/>
        </w:rPr>
        <w:t xml:space="preserve">b) české právnické osoby, podmínku podle </w:t>
      </w:r>
      <w:r w:rsidR="00840B25" w:rsidRPr="00366E61">
        <w:rPr>
          <w:szCs w:val="22"/>
        </w:rPr>
        <w:t>§ 74 odst. 1 písm. a) ZZVZ splňují</w:t>
      </w:r>
      <w:r w:rsidRPr="00366E61">
        <w:rPr>
          <w:szCs w:val="22"/>
        </w:rPr>
        <w:t xml:space="preserve"> osoby uvedené v </w:t>
      </w:r>
      <w:r w:rsidR="00840B25" w:rsidRPr="00366E61">
        <w:rPr>
          <w:szCs w:val="22"/>
        </w:rPr>
        <w:t xml:space="preserve">§ 74 odst. </w:t>
      </w:r>
      <w:r w:rsidRPr="00366E61">
        <w:rPr>
          <w:szCs w:val="22"/>
        </w:rPr>
        <w:t xml:space="preserve">2 </w:t>
      </w:r>
      <w:r w:rsidR="00840B25" w:rsidRPr="00366E61">
        <w:rPr>
          <w:szCs w:val="22"/>
        </w:rPr>
        <w:t xml:space="preserve">ZZVZ </w:t>
      </w:r>
      <w:r w:rsidRPr="00366E61">
        <w:rPr>
          <w:szCs w:val="22"/>
        </w:rPr>
        <w:t>a vedoucí pobočky závodu.</w:t>
      </w:r>
    </w:p>
    <w:p w:rsidR="005E2038" w:rsidRPr="00366E61" w:rsidRDefault="00840B25" w:rsidP="00840B25">
      <w:pPr>
        <w:pStyle w:val="Zkladntext"/>
        <w:jc w:val="both"/>
        <w:rPr>
          <w:szCs w:val="22"/>
        </w:rPr>
      </w:pPr>
      <w:r w:rsidRPr="00366E61">
        <w:rPr>
          <w:szCs w:val="22"/>
        </w:rPr>
        <w:t xml:space="preserve">Účastník dále uvádí, že </w:t>
      </w:r>
      <w:r w:rsidR="003D1711" w:rsidRPr="00366E61">
        <w:rPr>
          <w:szCs w:val="22"/>
        </w:rPr>
        <w:t xml:space="preserve">podmínku podle </w:t>
      </w:r>
      <w:r w:rsidRPr="00366E61">
        <w:rPr>
          <w:szCs w:val="22"/>
        </w:rPr>
        <w:t>§ 74 odst. 1 písm. a) ZZVZ</w:t>
      </w:r>
      <w:r w:rsidR="003D1711" w:rsidRPr="00366E61">
        <w:rPr>
          <w:szCs w:val="22"/>
        </w:rPr>
        <w:t xml:space="preserve"> </w:t>
      </w:r>
      <w:r w:rsidRPr="00366E61">
        <w:rPr>
          <w:szCs w:val="22"/>
        </w:rPr>
        <w:t>splňují</w:t>
      </w:r>
      <w:r w:rsidR="003D1711" w:rsidRPr="00366E61">
        <w:rPr>
          <w:szCs w:val="22"/>
        </w:rPr>
        <w:t xml:space="preserve"> také jiné osoby, než které jsou uvedeny v </w:t>
      </w:r>
      <w:r w:rsidRPr="00366E61">
        <w:rPr>
          <w:szCs w:val="22"/>
        </w:rPr>
        <w:t xml:space="preserve">§ 74 odst. </w:t>
      </w:r>
      <w:r w:rsidR="003D1711" w:rsidRPr="00366E61">
        <w:rPr>
          <w:szCs w:val="22"/>
        </w:rPr>
        <w:t>2</w:t>
      </w:r>
      <w:r w:rsidRPr="00366E61">
        <w:rPr>
          <w:szCs w:val="22"/>
        </w:rPr>
        <w:t xml:space="preserve"> ZZVZ</w:t>
      </w:r>
      <w:r w:rsidR="003D1711" w:rsidRPr="00366E61">
        <w:rPr>
          <w:szCs w:val="22"/>
        </w:rPr>
        <w:t xml:space="preserve">; </w:t>
      </w:r>
      <w:r w:rsidRPr="00366E61">
        <w:rPr>
          <w:szCs w:val="22"/>
        </w:rPr>
        <w:t>jedná se</w:t>
      </w:r>
      <w:r w:rsidR="003D1711" w:rsidRPr="00366E61">
        <w:rPr>
          <w:szCs w:val="22"/>
        </w:rPr>
        <w:t xml:space="preserve"> o osoby, které mají v rámci struktury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 xml:space="preserve"> práva spojená se zastupováním, rozhodováním nebo kontrolou </w:t>
      </w:r>
      <w:r w:rsidRPr="00366E61">
        <w:rPr>
          <w:szCs w:val="22"/>
        </w:rPr>
        <w:t>účastníka</w:t>
      </w:r>
      <w:r w:rsidR="003D1711" w:rsidRPr="00366E61">
        <w:rPr>
          <w:szCs w:val="22"/>
        </w:rPr>
        <w:t>.</w:t>
      </w:r>
    </w:p>
    <w:p w:rsidR="000B4E9E" w:rsidRPr="00366E61" w:rsidRDefault="000B4E9E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  <w:r w:rsidRPr="00366E61">
        <w:rPr>
          <w:color w:val="FF0000"/>
          <w:szCs w:val="22"/>
        </w:rPr>
        <w:t>Datum</w:t>
      </w: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Default="00366E61" w:rsidP="00584760">
      <w:pPr>
        <w:pStyle w:val="Zkladntext"/>
        <w:rPr>
          <w:szCs w:val="22"/>
        </w:rPr>
      </w:pPr>
    </w:p>
    <w:p w:rsidR="00366E61" w:rsidRPr="00366E61" w:rsidRDefault="00366E61" w:rsidP="00584760">
      <w:pPr>
        <w:pStyle w:val="Zkladntext"/>
        <w:rPr>
          <w:color w:val="FF0000"/>
          <w:szCs w:val="22"/>
        </w:rPr>
      </w:pPr>
      <w:r w:rsidRPr="00366E61">
        <w:rPr>
          <w:color w:val="FF0000"/>
          <w:szCs w:val="22"/>
        </w:rPr>
        <w:t>podpis</w:t>
      </w:r>
    </w:p>
    <w:p w:rsidR="00464D27" w:rsidRPr="00366E61" w:rsidRDefault="00F51BB9" w:rsidP="00366E61">
      <w:pPr>
        <w:pStyle w:val="Zkladntext"/>
        <w:spacing w:after="0"/>
        <w:rPr>
          <w:color w:val="FF0000"/>
          <w:szCs w:val="22"/>
        </w:rPr>
      </w:pPr>
      <w:r w:rsidRPr="00366E61">
        <w:rPr>
          <w:color w:val="FF0000"/>
          <w:szCs w:val="22"/>
        </w:rPr>
        <w:t>jméno a příjmení</w:t>
      </w:r>
      <w:r w:rsidR="00366E61">
        <w:rPr>
          <w:color w:val="FF0000"/>
          <w:szCs w:val="22"/>
        </w:rPr>
        <w:t xml:space="preserve"> </w:t>
      </w:r>
      <w:r w:rsidRPr="00366E61">
        <w:rPr>
          <w:color w:val="FF0000"/>
          <w:szCs w:val="22"/>
        </w:rPr>
        <w:t xml:space="preserve">osoby oprávněné podepisovat za </w:t>
      </w:r>
      <w:r w:rsidR="00840B25" w:rsidRPr="00366E61">
        <w:rPr>
          <w:color w:val="FF0000"/>
          <w:szCs w:val="22"/>
        </w:rPr>
        <w:t>účastníka</w:t>
      </w:r>
    </w:p>
    <w:sectPr w:rsidR="00464D27" w:rsidRPr="00366E61" w:rsidSect="00973F9F">
      <w:headerReference w:type="default" r:id="rId7"/>
      <w:pgSz w:w="11906" w:h="16838"/>
      <w:pgMar w:top="1276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6E75" w:rsidRDefault="00086E75" w:rsidP="006D44DF">
      <w:r>
        <w:separator/>
      </w:r>
    </w:p>
  </w:endnote>
  <w:endnote w:type="continuationSeparator" w:id="0">
    <w:p w:rsidR="00086E75" w:rsidRDefault="00086E75" w:rsidP="006D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6E75" w:rsidRDefault="00086E75" w:rsidP="006D44DF">
      <w:r>
        <w:separator/>
      </w:r>
    </w:p>
  </w:footnote>
  <w:footnote w:type="continuationSeparator" w:id="0">
    <w:p w:rsidR="00086E75" w:rsidRDefault="00086E75" w:rsidP="006D44D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5F0B" w:rsidRPr="00366E61" w:rsidRDefault="004C131B" w:rsidP="00B95F0B">
    <w:pPr>
      <w:pStyle w:val="Zhlav"/>
      <w:jc w:val="right"/>
      <w:rPr>
        <w:sz w:val="16"/>
      </w:rPr>
    </w:pPr>
    <w:r w:rsidRPr="00366E61">
      <w:rPr>
        <w:sz w:val="16"/>
      </w:rPr>
      <w:t xml:space="preserve">Příloha č. </w:t>
    </w:r>
    <w:r w:rsidR="00366E61" w:rsidRPr="00366E61">
      <w:rPr>
        <w:sz w:val="16"/>
      </w:rPr>
      <w:t>2</w:t>
    </w:r>
    <w:r w:rsidR="00B95F0B">
      <w:rPr>
        <w:sz w:val="16"/>
      </w:rPr>
      <w:t xml:space="preserve"> – Prohlášení</w:t>
    </w:r>
  </w:p>
  <w:p w:rsidR="006707AA" w:rsidRDefault="006707AA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3A2676B"/>
    <w:multiLevelType w:val="hybridMultilevel"/>
    <w:tmpl w:val="BB646F9C"/>
    <w:lvl w:ilvl="0" w:tplc="4F34D70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9E7B6F"/>
    <w:multiLevelType w:val="hybridMultilevel"/>
    <w:tmpl w:val="B2329ACA"/>
    <w:lvl w:ilvl="0" w:tplc="5ED2FDD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44DF"/>
    <w:rsid w:val="000741D1"/>
    <w:rsid w:val="00086E75"/>
    <w:rsid w:val="000B4E9E"/>
    <w:rsid w:val="000C0B3D"/>
    <w:rsid w:val="00126D0A"/>
    <w:rsid w:val="00150C64"/>
    <w:rsid w:val="0017253D"/>
    <w:rsid w:val="00172D74"/>
    <w:rsid w:val="001C7050"/>
    <w:rsid w:val="001F2606"/>
    <w:rsid w:val="0024514C"/>
    <w:rsid w:val="00256DD3"/>
    <w:rsid w:val="002654C6"/>
    <w:rsid w:val="002E1960"/>
    <w:rsid w:val="002F11FF"/>
    <w:rsid w:val="00313342"/>
    <w:rsid w:val="00366E61"/>
    <w:rsid w:val="00377616"/>
    <w:rsid w:val="003D1711"/>
    <w:rsid w:val="003D68F5"/>
    <w:rsid w:val="00401271"/>
    <w:rsid w:val="00434CC7"/>
    <w:rsid w:val="00463501"/>
    <w:rsid w:val="00464D27"/>
    <w:rsid w:val="00483FAF"/>
    <w:rsid w:val="00487984"/>
    <w:rsid w:val="004A305A"/>
    <w:rsid w:val="004C131B"/>
    <w:rsid w:val="004C2F30"/>
    <w:rsid w:val="004D6C1F"/>
    <w:rsid w:val="00552D6A"/>
    <w:rsid w:val="00574A84"/>
    <w:rsid w:val="00584760"/>
    <w:rsid w:val="00584D9D"/>
    <w:rsid w:val="00592606"/>
    <w:rsid w:val="00597B0C"/>
    <w:rsid w:val="005A02A9"/>
    <w:rsid w:val="005B7343"/>
    <w:rsid w:val="005E2038"/>
    <w:rsid w:val="005E54B2"/>
    <w:rsid w:val="006504E5"/>
    <w:rsid w:val="00661F6A"/>
    <w:rsid w:val="006707AA"/>
    <w:rsid w:val="006A0EF2"/>
    <w:rsid w:val="006B7C73"/>
    <w:rsid w:val="006D44DF"/>
    <w:rsid w:val="006E5647"/>
    <w:rsid w:val="00705109"/>
    <w:rsid w:val="0078103F"/>
    <w:rsid w:val="007940BA"/>
    <w:rsid w:val="007F4EC9"/>
    <w:rsid w:val="00840B25"/>
    <w:rsid w:val="008A4756"/>
    <w:rsid w:val="008B0F5D"/>
    <w:rsid w:val="008C1EA9"/>
    <w:rsid w:val="008C566F"/>
    <w:rsid w:val="008F04AF"/>
    <w:rsid w:val="00973F9F"/>
    <w:rsid w:val="009C1E84"/>
    <w:rsid w:val="00A568B4"/>
    <w:rsid w:val="00AB45DB"/>
    <w:rsid w:val="00AD3175"/>
    <w:rsid w:val="00AF0D21"/>
    <w:rsid w:val="00B211D8"/>
    <w:rsid w:val="00B358A0"/>
    <w:rsid w:val="00B4671C"/>
    <w:rsid w:val="00B52ED8"/>
    <w:rsid w:val="00B85833"/>
    <w:rsid w:val="00B95F0B"/>
    <w:rsid w:val="00BB0E8D"/>
    <w:rsid w:val="00BC2FC2"/>
    <w:rsid w:val="00BE5895"/>
    <w:rsid w:val="00C02A33"/>
    <w:rsid w:val="00C15BAE"/>
    <w:rsid w:val="00C34E2A"/>
    <w:rsid w:val="00C65421"/>
    <w:rsid w:val="00C77389"/>
    <w:rsid w:val="00CD2DF0"/>
    <w:rsid w:val="00CD41F7"/>
    <w:rsid w:val="00D21897"/>
    <w:rsid w:val="00D31BA7"/>
    <w:rsid w:val="00D559D0"/>
    <w:rsid w:val="00D67AC5"/>
    <w:rsid w:val="00DC2F13"/>
    <w:rsid w:val="00DD799C"/>
    <w:rsid w:val="00DE46D5"/>
    <w:rsid w:val="00E51BA6"/>
    <w:rsid w:val="00E53081"/>
    <w:rsid w:val="00E7728E"/>
    <w:rsid w:val="00ED0492"/>
    <w:rsid w:val="00F06482"/>
    <w:rsid w:val="00F51BB9"/>
    <w:rsid w:val="00F824FA"/>
    <w:rsid w:val="00FA4BDB"/>
    <w:rsid w:val="00FC79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FBE48CE"/>
  <w15:docId w15:val="{39D86CD0-6AC5-4654-86AC-7BB91DCE19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D44DF"/>
    <w:pPr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rsid w:val="006D44DF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hlav">
    <w:name w:val="header"/>
    <w:basedOn w:val="Normln"/>
    <w:link w:val="Zhlav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Zpat">
    <w:name w:val="footer"/>
    <w:basedOn w:val="Normln"/>
    <w:link w:val="ZpatChar"/>
    <w:uiPriority w:val="99"/>
    <w:unhideWhenUsed/>
    <w:rsid w:val="006D44DF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D44DF"/>
    <w:rPr>
      <w:rFonts w:ascii="Arial" w:eastAsia="Times New Roman" w:hAnsi="Arial" w:cs="Arial"/>
      <w:sz w:val="20"/>
      <w:szCs w:val="20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67AC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67AC5"/>
    <w:rPr>
      <w:rFonts w:ascii="Tahoma" w:eastAsia="Times New Roman" w:hAnsi="Tahoma" w:cs="Tahoma"/>
      <w:sz w:val="16"/>
      <w:szCs w:val="16"/>
      <w:lang w:eastAsia="ar-SA"/>
    </w:rPr>
  </w:style>
  <w:style w:type="character" w:styleId="Odkaznakoment">
    <w:name w:val="annotation reference"/>
    <w:basedOn w:val="Standardnpsmoodstavce"/>
    <w:uiPriority w:val="99"/>
    <w:semiHidden/>
    <w:unhideWhenUsed/>
    <w:rsid w:val="007940B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7940BA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940BA"/>
    <w:rPr>
      <w:rFonts w:ascii="Arial" w:eastAsia="Times New Roman" w:hAnsi="Arial" w:cs="Arial"/>
      <w:sz w:val="20"/>
      <w:szCs w:val="20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940B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7940BA"/>
    <w:rPr>
      <w:rFonts w:ascii="Arial" w:eastAsia="Times New Roman" w:hAnsi="Arial" w:cs="Arial"/>
      <w:b/>
      <w:bCs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D87E0FB3</Template>
  <TotalTime>5</TotalTime>
  <Pages>1</Pages>
  <Words>323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Ústeckého kraje</Company>
  <LinksUpToDate>false</LinksUpToDate>
  <CharactersWithSpaces>2225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koncel.f</dc:creator>
  <cp:lastModifiedBy>Radim Filípek</cp:lastModifiedBy>
  <cp:revision>7</cp:revision>
  <dcterms:created xsi:type="dcterms:W3CDTF">2019-04-10T13:57:00Z</dcterms:created>
  <dcterms:modified xsi:type="dcterms:W3CDTF">2019-08-15T14:27:00Z</dcterms:modified>
</cp:coreProperties>
</file>